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732EBD" w:rsidP="00891A78">
      <w:pPr>
        <w:pStyle w:val="Heading1"/>
      </w:pPr>
      <w:bookmarkStart w:id="0" w:name="_GoBack"/>
      <w:bookmarkEnd w:id="0"/>
      <w:r>
        <w:t>Top Tips for Promoting Your YouTube Channel</w:t>
      </w:r>
    </w:p>
    <w:p w:rsidR="00151929" w:rsidRDefault="00151929" w:rsidP="00151929"/>
    <w:p w:rsidR="00151929" w:rsidRDefault="00732EBD" w:rsidP="00151929">
      <w:r>
        <w:t>If you have an online business, one of the best things you can do is leverage the power of video and create a YouTube channel. If you can grow a successful YouTube channel, then you will automatically notice an</w:t>
      </w:r>
      <w:r>
        <w:t xml:space="preserve"> uptick in organic traffic to your website. But how do you go about promoting your business channel on YouTube to get the most out of the platform? Here are some of the top tips for promoting your YouTube channel.</w:t>
      </w:r>
    </w:p>
    <w:p w:rsidR="0036638A" w:rsidRDefault="0036638A" w:rsidP="00151929"/>
    <w:p w:rsidR="003F5B60" w:rsidRDefault="00732EBD" w:rsidP="00151929">
      <w:pPr>
        <w:rPr>
          <w:b/>
        </w:rPr>
      </w:pPr>
      <w:r>
        <w:rPr>
          <w:b/>
        </w:rPr>
        <w:t>Optimize Your YouTube Content</w:t>
      </w:r>
    </w:p>
    <w:p w:rsidR="004F3315" w:rsidRDefault="00732EBD" w:rsidP="00151929">
      <w:r>
        <w:t>Search engi</w:t>
      </w:r>
      <w:r>
        <w:t>ne optimization isn't just a strategy for driving more traffic to your website. SEO is also essential for your YouTube channel if you want your content to be discoverable in the search rankings. Make sure that you put relevant keywords throughout your chan</w:t>
      </w:r>
      <w:r>
        <w:t>nel profile, video titles and descriptions, and in your tags and annotations.</w:t>
      </w:r>
    </w:p>
    <w:p w:rsidR="004F3315" w:rsidRDefault="004F3315" w:rsidP="00151929"/>
    <w:p w:rsidR="004F3315" w:rsidRDefault="00732EBD" w:rsidP="00151929">
      <w:pPr>
        <w:rPr>
          <w:b/>
        </w:rPr>
      </w:pPr>
      <w:r>
        <w:rPr>
          <w:b/>
        </w:rPr>
        <w:t>Take Advantage of Email Marketing</w:t>
      </w:r>
    </w:p>
    <w:p w:rsidR="00F5249B" w:rsidRDefault="00732EBD" w:rsidP="00151929">
      <w:r>
        <w:t>Publishing quality videos is a substantial first step in promoting your YouTube channel, but you have to make sure that your audience knows whe</w:t>
      </w:r>
      <w:r>
        <w:t>n you post new content. The best way to do this is by delivering updates directly to their inbox. Email is still one of the best channels that you can use to reach your target audience.</w:t>
      </w:r>
    </w:p>
    <w:p w:rsidR="00F5249B" w:rsidRDefault="00F5249B" w:rsidP="00151929"/>
    <w:p w:rsidR="00F5249B" w:rsidRDefault="00732EBD" w:rsidP="00151929">
      <w:pPr>
        <w:rPr>
          <w:b/>
        </w:rPr>
      </w:pPr>
      <w:r>
        <w:rPr>
          <w:b/>
        </w:rPr>
        <w:t>Stay Active in the Community</w:t>
      </w:r>
    </w:p>
    <w:p w:rsidR="002251F8" w:rsidRDefault="00732EBD" w:rsidP="00151929">
      <w:r>
        <w:t xml:space="preserve">It is no longer enough to merely create </w:t>
      </w:r>
      <w:r>
        <w:t>content regularly; you need to actively engage with your audience if you want to grow your YouTube channel. If a viewer takes the time to comment on one of your videos, then you need to take the time to reply by interacting and answering their questions an</w:t>
      </w:r>
      <w:r>
        <w:t>d feedback. You also need to be active in niche communities by leaving comments on other channels and providing feedback on videos. Promoting other YouTube channels and participating in the community shows your brand as an active and engaged YouTuber, whic</w:t>
      </w:r>
      <w:r>
        <w:t xml:space="preserve">h will catch the attention of your viewers. </w:t>
      </w:r>
    </w:p>
    <w:p w:rsidR="002251F8" w:rsidRDefault="002251F8" w:rsidP="00151929"/>
    <w:p w:rsidR="00760E2B" w:rsidRDefault="00732EBD" w:rsidP="00151929">
      <w:pPr>
        <w:rPr>
          <w:b/>
        </w:rPr>
      </w:pPr>
      <w:r>
        <w:rPr>
          <w:b/>
        </w:rPr>
        <w:t>Advertise Your Channel</w:t>
      </w:r>
    </w:p>
    <w:p w:rsidR="0036638A" w:rsidRDefault="00732EBD" w:rsidP="00151929">
      <w:r>
        <w:t>If you want to reach new audiences, then you should consider trying one of YouTube's various advertising options. You can run an ad campaign through Google Ads, and utilize YouTube's Crea</w:t>
      </w:r>
      <w:r>
        <w:t>tor Academy to ensure that the ads that you create for your videos resonate with your audience.</w:t>
      </w:r>
    </w:p>
    <w:p w:rsidR="00760E2B" w:rsidRDefault="00760E2B" w:rsidP="00151929"/>
    <w:p w:rsidR="00760E2B" w:rsidRDefault="00732EBD" w:rsidP="00151929">
      <w:pPr>
        <w:rPr>
          <w:b/>
        </w:rPr>
      </w:pPr>
      <w:r>
        <w:rPr>
          <w:b/>
        </w:rPr>
        <w:t>Run a Contest</w:t>
      </w:r>
    </w:p>
    <w:p w:rsidR="00760E2B" w:rsidRDefault="00732EBD" w:rsidP="00151929">
      <w:r>
        <w:t>When it comes to engaging more with your target audience, there are very few strategies that work as well as a contest. Everyone loves to get fre</w:t>
      </w:r>
      <w:r>
        <w:t>e stuff. You can incentivize your viewers to subscribe to your channel by running giveaways</w:t>
      </w:r>
      <w:r w:rsidR="00443791">
        <w:t xml:space="preserve">. You must offer prizes that will get your audience to take action and have a solid contest promotion strategy if you want this promotion tactic to work. </w:t>
      </w:r>
    </w:p>
    <w:p w:rsidR="00683EF8" w:rsidRDefault="00683EF8" w:rsidP="00151929"/>
    <w:p w:rsidR="00683EF8" w:rsidRPr="00AE5510" w:rsidRDefault="00732EBD" w:rsidP="00151929">
      <w:r>
        <w:t>YouTube i</w:t>
      </w:r>
      <w:r>
        <w:t xml:space="preserve">s a valuable and incredibly powerful social network. The above tactics for promoting your channel will help you engage with your audience and build your YouTube channel. </w:t>
      </w:r>
    </w:p>
    <w:sectPr w:rsidR="00683EF8" w:rsidRPr="00AE551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78"/>
    <w:rsid w:val="0009438F"/>
    <w:rsid w:val="00151929"/>
    <w:rsid w:val="002251F8"/>
    <w:rsid w:val="0036638A"/>
    <w:rsid w:val="003F5B60"/>
    <w:rsid w:val="00443791"/>
    <w:rsid w:val="004F3315"/>
    <w:rsid w:val="005B6F5F"/>
    <w:rsid w:val="0064063D"/>
    <w:rsid w:val="00660AAD"/>
    <w:rsid w:val="00683EF8"/>
    <w:rsid w:val="00732EBD"/>
    <w:rsid w:val="00760E2B"/>
    <w:rsid w:val="00891A78"/>
    <w:rsid w:val="00AE5510"/>
    <w:rsid w:val="00C97F2A"/>
    <w:rsid w:val="00ED7616"/>
    <w:rsid w:val="00F52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17247C40-6EAA-8848-BD33-F826CAD4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464</Words>
  <Characters>2256</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2019-03-11T21:18:00Z</dcterms:created>
  <dcterms:modified xsi:type="dcterms:W3CDTF">2019-03-11T21:19:00Z</dcterms:modified>
  <cp:category/>
</cp:coreProperties>
</file>